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本次检验项目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蔬菜制品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酱腌菜》（GB 2714）、《食品安全国家标准 食品添加剂使用标准》（GB 2760）、《食品安全国家标准 食品中污染物限量》（GB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2762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）、《食品安全国家标准 食品中致病菌限量》（GB 29921）等标准及产品明示标准和指标的要求。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酱腌菜检验项目包括铅（以Pb计）、亚硝酸盐（以NaNO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）、苯甲酸及其钠盐（以苯甲酸计）、山梨酸及其钾盐（以山梨酸计）、脱氢乙酸及其钠盐（以脱氢乙酸计）、糖精钠（以糖精计）、三氯蔗糖、甜蜜素（以环己基氨基磺酸计）、纽甜、二氧化硫残留量、苏丹红I、苏丹红II、苏丹红III、苏丹红IV 、大肠菌群、沙门氏菌、金黄色葡萄球菌、防腐剂混合使用时各自用量占其最大使用量比例之和。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酒类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食品添加剂使用标准》（GB 2760）、《食品安全国家标准 食品中污染物限量》（GB 2762）、《食品安全国家标准 蒸馏酒及其配制酒》（GB 2757）等标准及产品明示标准和指标的要求。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1.白酒检验项目包括酒精度、铅（以Pb计）、甲醇、氰化物（以HCN计）、糖精钠（以糖精计）、甜蜜素（以环己基氨基磺酸计）、三氯蔗糖。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黄酒检验项目包括酒精度、铅（以Pb计）、苯甲酸及其钠盐（以苯甲酸计）、山梨酸及其钾盐（以山梨酸计）、脱氢乙酸及其钠盐（以脱氢乙酸计）、糖精钠（以糖精计）、甜蜜素（以环己基氨基磺酸计）、三氯蔗糖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以蒸馏酒及食用酒精为酒基的配制酒检验项目包括酒精度、铅（以Pb计）、甲醇、氰化物（以HCN计）、二氧化硫残留量、糖精钠（以糖精计）、甜蜜素（以环己基氨基磺酸计）、合成着色剂（柠檬黄、日落黄、胭脂红、苋菜红、亮蓝、新红、赤藓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，视产品具体色泽而定</w:t>
      </w:r>
      <w:r>
        <w:rPr>
          <w:rFonts w:hint="eastAsia" w:ascii="仿宋_GB2312" w:hAnsi="仿宋_GB2312" w:eastAsia="仿宋_GB2312" w:cs="仿宋_GB2312"/>
          <w:sz w:val="32"/>
          <w:szCs w:val="32"/>
        </w:rPr>
        <w:t>）。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其他发酵酒检验项目包括酒精度、铅（以Pb计）、苯甲酸及其钠盐（以苯甲酸计）、山梨酸及其钾盐（以山梨酸计）、纳他霉素、糖精钠（以糖精计）。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食用油、油脂及其制品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《食用植物油煎炸过程中的卫生标准》（GB 7102.1）、《食品安全国家标准 食品添加剂使用标准》（GB 2760）、《食品安全国家标准 食品中真菌毒素限量》（GB 2761）、《食品安全国家标准 食品中污染物限量》（GB 2762）、《食用植物油卫生标准》（GB 2716）、《葵花籽油》（GB/T 10464）等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食用植物油检验项目包括酸值/酸价、过氧化值、溶剂残留量、总砷（以As计）、铅（以Pb计）、黄曲霉毒素B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bscript"/>
          <w:lang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、苯并[a]芘、丁基羟基茴香醚（BHA）、二丁基羟基甲苯（BHT）、特丁基对苯二酚（TBHQ）。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食用植物油（煎炸过程用油）检验项目包括酸价、羰基价、极性组分。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食用动物油脂检验项目包括酸价、过氧化值、丙二醛、铅（以Pb计）、总砷（以As计）、苯并[a]芘、丁基羟基茴香醚（BHA）、二丁基羟基甲苯（BHT）、特丁基对苯二酚（TBHQ）。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食用油脂制品检验项目包括酸价（以脂肪计）、过氧化值（以脂肪计）、铅（以Pb计）、总砷（以As计）、镍（以Ni计）、苯并[a]芘、丁基羟基茴香醚（BHA）（以油脂中的含量计）、二丁基羟基甲苯（BHT）（以油脂中的含量计）、特丁基对苯二酚（TBHQ）（以油脂中的含量计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其他食品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食品接触用塑料材料及制品》（GB 4806.7）、《一次性筷子 第1部分：木筷》（GB/T 19790.1）、《一次性筷子 第2部分：竹筷》（GB/T 19790.2）等标准及产品明示标准和指标的要求。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（二）检验项目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1.一次性筷子检验项目包括二氧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化硫浸出量（以SO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bscript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计）、大肠菌群、沙门氏菌、志贺氏菌、金黄色葡萄球菌、β型溶血性链球菌、霉菌、含水率、噻苯咪唑、邻苯基苯酚、联苯、抑霉唑。</w:t>
      </w:r>
    </w:p>
    <w:p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2.一次性塑料打包盒检验项目包括高锰酸钾消耗量、脱色试验（植物油）、脱色试验（浸泡液）、脱色试验（乙醇）、重金属（以Pb计，4%乙酸）、总迁移量（10%乙醇）、总迁移量（4%乙醇）、总迁移量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[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95%乙醇（植物油替代物）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FC"/>
    <w:rsid w:val="000261A9"/>
    <w:rsid w:val="00051AE3"/>
    <w:rsid w:val="0005215D"/>
    <w:rsid w:val="00056626"/>
    <w:rsid w:val="00073878"/>
    <w:rsid w:val="0009108C"/>
    <w:rsid w:val="00097081"/>
    <w:rsid w:val="000B0B2A"/>
    <w:rsid w:val="000C537A"/>
    <w:rsid w:val="000D63C9"/>
    <w:rsid w:val="000F148B"/>
    <w:rsid w:val="000F36A2"/>
    <w:rsid w:val="000F4467"/>
    <w:rsid w:val="00114E68"/>
    <w:rsid w:val="0019691D"/>
    <w:rsid w:val="001D4DA7"/>
    <w:rsid w:val="001D7267"/>
    <w:rsid w:val="00203620"/>
    <w:rsid w:val="0023175D"/>
    <w:rsid w:val="00254034"/>
    <w:rsid w:val="002953AD"/>
    <w:rsid w:val="002978C0"/>
    <w:rsid w:val="002B0CFA"/>
    <w:rsid w:val="002D5115"/>
    <w:rsid w:val="002E10B4"/>
    <w:rsid w:val="00325F59"/>
    <w:rsid w:val="003301C9"/>
    <w:rsid w:val="00334449"/>
    <w:rsid w:val="00357568"/>
    <w:rsid w:val="003663B2"/>
    <w:rsid w:val="003808EB"/>
    <w:rsid w:val="003A7FC1"/>
    <w:rsid w:val="003B2DD3"/>
    <w:rsid w:val="003F49FC"/>
    <w:rsid w:val="003F5C1F"/>
    <w:rsid w:val="0041777C"/>
    <w:rsid w:val="00447CAA"/>
    <w:rsid w:val="0047743B"/>
    <w:rsid w:val="00492C02"/>
    <w:rsid w:val="004A7E31"/>
    <w:rsid w:val="004B0F41"/>
    <w:rsid w:val="004B6BFF"/>
    <w:rsid w:val="004D2049"/>
    <w:rsid w:val="00522646"/>
    <w:rsid w:val="00547F2F"/>
    <w:rsid w:val="005714EA"/>
    <w:rsid w:val="0058082F"/>
    <w:rsid w:val="00585BDB"/>
    <w:rsid w:val="00593DE8"/>
    <w:rsid w:val="00596E57"/>
    <w:rsid w:val="005C108F"/>
    <w:rsid w:val="005C3B7E"/>
    <w:rsid w:val="005C4B90"/>
    <w:rsid w:val="005E1F65"/>
    <w:rsid w:val="005E4E4E"/>
    <w:rsid w:val="005E6DE0"/>
    <w:rsid w:val="0064574D"/>
    <w:rsid w:val="00657BE6"/>
    <w:rsid w:val="0068055F"/>
    <w:rsid w:val="006829EF"/>
    <w:rsid w:val="00683DB8"/>
    <w:rsid w:val="00695AA1"/>
    <w:rsid w:val="00696B22"/>
    <w:rsid w:val="006A2DC7"/>
    <w:rsid w:val="006E4A1B"/>
    <w:rsid w:val="00711CD2"/>
    <w:rsid w:val="007171D5"/>
    <w:rsid w:val="00732C44"/>
    <w:rsid w:val="007359FD"/>
    <w:rsid w:val="00744473"/>
    <w:rsid w:val="00750781"/>
    <w:rsid w:val="00760C75"/>
    <w:rsid w:val="007C4CED"/>
    <w:rsid w:val="007C69CA"/>
    <w:rsid w:val="007E000E"/>
    <w:rsid w:val="007E5437"/>
    <w:rsid w:val="007F29D7"/>
    <w:rsid w:val="00824B0E"/>
    <w:rsid w:val="00825380"/>
    <w:rsid w:val="00854E91"/>
    <w:rsid w:val="008710A0"/>
    <w:rsid w:val="00873B00"/>
    <w:rsid w:val="008779B5"/>
    <w:rsid w:val="0089183C"/>
    <w:rsid w:val="008B52F5"/>
    <w:rsid w:val="009005EA"/>
    <w:rsid w:val="0092772A"/>
    <w:rsid w:val="00936E22"/>
    <w:rsid w:val="00994B95"/>
    <w:rsid w:val="009A2B2E"/>
    <w:rsid w:val="009A2D81"/>
    <w:rsid w:val="009D12C5"/>
    <w:rsid w:val="009D14C7"/>
    <w:rsid w:val="00A50025"/>
    <w:rsid w:val="00AE219B"/>
    <w:rsid w:val="00B10E43"/>
    <w:rsid w:val="00B27016"/>
    <w:rsid w:val="00B531DD"/>
    <w:rsid w:val="00BE2199"/>
    <w:rsid w:val="00C33714"/>
    <w:rsid w:val="00C5582E"/>
    <w:rsid w:val="00C62BAA"/>
    <w:rsid w:val="00C723B2"/>
    <w:rsid w:val="00C8531C"/>
    <w:rsid w:val="00CB1D7E"/>
    <w:rsid w:val="00CC1DD2"/>
    <w:rsid w:val="00CE2E3E"/>
    <w:rsid w:val="00CE7684"/>
    <w:rsid w:val="00CF2297"/>
    <w:rsid w:val="00CF4ABA"/>
    <w:rsid w:val="00D17BBC"/>
    <w:rsid w:val="00D378A6"/>
    <w:rsid w:val="00D52B7C"/>
    <w:rsid w:val="00D62EA4"/>
    <w:rsid w:val="00D66C1B"/>
    <w:rsid w:val="00DA1FC5"/>
    <w:rsid w:val="00DE0070"/>
    <w:rsid w:val="00DE6678"/>
    <w:rsid w:val="00DF2007"/>
    <w:rsid w:val="00DF69C0"/>
    <w:rsid w:val="00E018D4"/>
    <w:rsid w:val="00E258BE"/>
    <w:rsid w:val="00E41A0B"/>
    <w:rsid w:val="00E52673"/>
    <w:rsid w:val="00E957CC"/>
    <w:rsid w:val="00EC0BEA"/>
    <w:rsid w:val="00EE404A"/>
    <w:rsid w:val="00EF37DC"/>
    <w:rsid w:val="00F43ABF"/>
    <w:rsid w:val="00F447FD"/>
    <w:rsid w:val="00F529E9"/>
    <w:rsid w:val="00F7710F"/>
    <w:rsid w:val="00F95B57"/>
    <w:rsid w:val="00FF58CA"/>
    <w:rsid w:val="01093A16"/>
    <w:rsid w:val="0120580C"/>
    <w:rsid w:val="01373ABD"/>
    <w:rsid w:val="013C7FE4"/>
    <w:rsid w:val="017A4F32"/>
    <w:rsid w:val="01893240"/>
    <w:rsid w:val="019C2A17"/>
    <w:rsid w:val="01A92A44"/>
    <w:rsid w:val="020A6EEE"/>
    <w:rsid w:val="02450125"/>
    <w:rsid w:val="02803DE4"/>
    <w:rsid w:val="02F13C35"/>
    <w:rsid w:val="034E5B6F"/>
    <w:rsid w:val="05366C30"/>
    <w:rsid w:val="06761CE8"/>
    <w:rsid w:val="06D24E32"/>
    <w:rsid w:val="0763526E"/>
    <w:rsid w:val="07C0318F"/>
    <w:rsid w:val="081B28CF"/>
    <w:rsid w:val="08784C4A"/>
    <w:rsid w:val="08C23455"/>
    <w:rsid w:val="097E7139"/>
    <w:rsid w:val="09AD0A41"/>
    <w:rsid w:val="09B82711"/>
    <w:rsid w:val="0B0D623E"/>
    <w:rsid w:val="0C4E41F0"/>
    <w:rsid w:val="0CF82B42"/>
    <w:rsid w:val="0D512AC6"/>
    <w:rsid w:val="0DC5106A"/>
    <w:rsid w:val="0DFD36D8"/>
    <w:rsid w:val="0E335845"/>
    <w:rsid w:val="0E4C5A49"/>
    <w:rsid w:val="0EAD4C4B"/>
    <w:rsid w:val="0EDB6214"/>
    <w:rsid w:val="0EE4609F"/>
    <w:rsid w:val="0F7136F4"/>
    <w:rsid w:val="11A8490B"/>
    <w:rsid w:val="12A97023"/>
    <w:rsid w:val="135301C0"/>
    <w:rsid w:val="147963B0"/>
    <w:rsid w:val="152F4494"/>
    <w:rsid w:val="15646945"/>
    <w:rsid w:val="15CC47B2"/>
    <w:rsid w:val="16024E3B"/>
    <w:rsid w:val="16372819"/>
    <w:rsid w:val="16FD319A"/>
    <w:rsid w:val="17084EE4"/>
    <w:rsid w:val="17166A60"/>
    <w:rsid w:val="1724343E"/>
    <w:rsid w:val="173E52EC"/>
    <w:rsid w:val="180E643C"/>
    <w:rsid w:val="181307D4"/>
    <w:rsid w:val="18AF3F70"/>
    <w:rsid w:val="1A094869"/>
    <w:rsid w:val="1A3D66F7"/>
    <w:rsid w:val="1A4615E7"/>
    <w:rsid w:val="1A5B7227"/>
    <w:rsid w:val="1A6A0D34"/>
    <w:rsid w:val="1A752463"/>
    <w:rsid w:val="1AC109BE"/>
    <w:rsid w:val="1ADE1384"/>
    <w:rsid w:val="1B423189"/>
    <w:rsid w:val="1BA261EC"/>
    <w:rsid w:val="1BAC413B"/>
    <w:rsid w:val="1BB44294"/>
    <w:rsid w:val="1BB65CCF"/>
    <w:rsid w:val="1CA97A60"/>
    <w:rsid w:val="1D872F8C"/>
    <w:rsid w:val="1DB12C88"/>
    <w:rsid w:val="1DB25F7F"/>
    <w:rsid w:val="1DCC4894"/>
    <w:rsid w:val="1E9E3305"/>
    <w:rsid w:val="1F5633CF"/>
    <w:rsid w:val="1FD86F78"/>
    <w:rsid w:val="200F6854"/>
    <w:rsid w:val="20133E81"/>
    <w:rsid w:val="20D20EAC"/>
    <w:rsid w:val="211C190A"/>
    <w:rsid w:val="229B7896"/>
    <w:rsid w:val="22B2419A"/>
    <w:rsid w:val="22CB620A"/>
    <w:rsid w:val="23051DD9"/>
    <w:rsid w:val="23157649"/>
    <w:rsid w:val="23763D6C"/>
    <w:rsid w:val="237F5587"/>
    <w:rsid w:val="2393496F"/>
    <w:rsid w:val="2395268C"/>
    <w:rsid w:val="23D54E1C"/>
    <w:rsid w:val="241C1C15"/>
    <w:rsid w:val="24530D81"/>
    <w:rsid w:val="24942A05"/>
    <w:rsid w:val="251D2868"/>
    <w:rsid w:val="252F3BC1"/>
    <w:rsid w:val="25403A52"/>
    <w:rsid w:val="25916027"/>
    <w:rsid w:val="25C4490B"/>
    <w:rsid w:val="27295DDD"/>
    <w:rsid w:val="277D4CE9"/>
    <w:rsid w:val="279E3A83"/>
    <w:rsid w:val="281E2F39"/>
    <w:rsid w:val="282048EB"/>
    <w:rsid w:val="28DB58C5"/>
    <w:rsid w:val="291E68D8"/>
    <w:rsid w:val="29612E17"/>
    <w:rsid w:val="2A927EA0"/>
    <w:rsid w:val="2B2A115D"/>
    <w:rsid w:val="2BDD5C13"/>
    <w:rsid w:val="2C45048B"/>
    <w:rsid w:val="2C7B11A7"/>
    <w:rsid w:val="2CDB4093"/>
    <w:rsid w:val="2CFD162F"/>
    <w:rsid w:val="2E0067C9"/>
    <w:rsid w:val="2EC40417"/>
    <w:rsid w:val="2FA66BA9"/>
    <w:rsid w:val="301F43D4"/>
    <w:rsid w:val="302F108B"/>
    <w:rsid w:val="302F223A"/>
    <w:rsid w:val="306C0B5C"/>
    <w:rsid w:val="307A1C7D"/>
    <w:rsid w:val="309472BE"/>
    <w:rsid w:val="30C42B5D"/>
    <w:rsid w:val="30D7516D"/>
    <w:rsid w:val="31A54CE7"/>
    <w:rsid w:val="31EB0EF9"/>
    <w:rsid w:val="324D398C"/>
    <w:rsid w:val="32CB2A21"/>
    <w:rsid w:val="32E22352"/>
    <w:rsid w:val="33660475"/>
    <w:rsid w:val="34CE38E7"/>
    <w:rsid w:val="3513082C"/>
    <w:rsid w:val="353C6DCF"/>
    <w:rsid w:val="36205D69"/>
    <w:rsid w:val="36AE7855"/>
    <w:rsid w:val="3734697A"/>
    <w:rsid w:val="379C58C8"/>
    <w:rsid w:val="37E36FC5"/>
    <w:rsid w:val="38401F81"/>
    <w:rsid w:val="3862264A"/>
    <w:rsid w:val="392C6AA6"/>
    <w:rsid w:val="39A1636F"/>
    <w:rsid w:val="39B16238"/>
    <w:rsid w:val="39BB6A94"/>
    <w:rsid w:val="39D034E0"/>
    <w:rsid w:val="3A910DA1"/>
    <w:rsid w:val="3AC32F9B"/>
    <w:rsid w:val="3ADF3BC3"/>
    <w:rsid w:val="3B2D0E91"/>
    <w:rsid w:val="3B632E53"/>
    <w:rsid w:val="3B933E9E"/>
    <w:rsid w:val="3BA05BCF"/>
    <w:rsid w:val="3CB23CAB"/>
    <w:rsid w:val="3D244551"/>
    <w:rsid w:val="3D3E2672"/>
    <w:rsid w:val="3D9D47D2"/>
    <w:rsid w:val="3DD33FE4"/>
    <w:rsid w:val="3E4C1359"/>
    <w:rsid w:val="3E73641C"/>
    <w:rsid w:val="3EAE70E6"/>
    <w:rsid w:val="3F120ADD"/>
    <w:rsid w:val="3F3704ED"/>
    <w:rsid w:val="3FB95B59"/>
    <w:rsid w:val="40257A41"/>
    <w:rsid w:val="40504040"/>
    <w:rsid w:val="40586C2E"/>
    <w:rsid w:val="40913963"/>
    <w:rsid w:val="40AE62CE"/>
    <w:rsid w:val="41A25F80"/>
    <w:rsid w:val="41BD6792"/>
    <w:rsid w:val="420844F7"/>
    <w:rsid w:val="422B01EE"/>
    <w:rsid w:val="42B4601D"/>
    <w:rsid w:val="42BD15AA"/>
    <w:rsid w:val="43EC5DD8"/>
    <w:rsid w:val="442467C1"/>
    <w:rsid w:val="44562237"/>
    <w:rsid w:val="44584BD4"/>
    <w:rsid w:val="44EA6760"/>
    <w:rsid w:val="450A267E"/>
    <w:rsid w:val="45A14D7D"/>
    <w:rsid w:val="45F34BE3"/>
    <w:rsid w:val="46C22F9B"/>
    <w:rsid w:val="46FF5516"/>
    <w:rsid w:val="470D52C0"/>
    <w:rsid w:val="47692A93"/>
    <w:rsid w:val="478A0725"/>
    <w:rsid w:val="47A87A96"/>
    <w:rsid w:val="47CB53E3"/>
    <w:rsid w:val="47E823C2"/>
    <w:rsid w:val="48010C68"/>
    <w:rsid w:val="4834074A"/>
    <w:rsid w:val="487373DB"/>
    <w:rsid w:val="48743BB3"/>
    <w:rsid w:val="48C06B44"/>
    <w:rsid w:val="49242C37"/>
    <w:rsid w:val="497C4544"/>
    <w:rsid w:val="49B476F8"/>
    <w:rsid w:val="49C90D1D"/>
    <w:rsid w:val="49ED7106"/>
    <w:rsid w:val="49F3641E"/>
    <w:rsid w:val="4AC56F53"/>
    <w:rsid w:val="4AEE4BBC"/>
    <w:rsid w:val="4B0459A2"/>
    <w:rsid w:val="4B0D3710"/>
    <w:rsid w:val="4B0D4AA4"/>
    <w:rsid w:val="4B4F5764"/>
    <w:rsid w:val="4BAB3BDE"/>
    <w:rsid w:val="4BB5364E"/>
    <w:rsid w:val="4BC57D6C"/>
    <w:rsid w:val="4BCE105C"/>
    <w:rsid w:val="4BDF448D"/>
    <w:rsid w:val="4C230DA9"/>
    <w:rsid w:val="4C3519E3"/>
    <w:rsid w:val="4CFE3D4F"/>
    <w:rsid w:val="4D28577F"/>
    <w:rsid w:val="4D4C302C"/>
    <w:rsid w:val="4DED0F16"/>
    <w:rsid w:val="4E1A6668"/>
    <w:rsid w:val="4EBE4F6C"/>
    <w:rsid w:val="4F0C4D54"/>
    <w:rsid w:val="4FE962F0"/>
    <w:rsid w:val="4FFE1D20"/>
    <w:rsid w:val="50CD3886"/>
    <w:rsid w:val="50F612DC"/>
    <w:rsid w:val="51B05727"/>
    <w:rsid w:val="52A13EE7"/>
    <w:rsid w:val="53584847"/>
    <w:rsid w:val="53AC7EF9"/>
    <w:rsid w:val="53E768B1"/>
    <w:rsid w:val="54660373"/>
    <w:rsid w:val="546C0425"/>
    <w:rsid w:val="54772FB1"/>
    <w:rsid w:val="548E4938"/>
    <w:rsid w:val="54B20519"/>
    <w:rsid w:val="54D16028"/>
    <w:rsid w:val="54D302B0"/>
    <w:rsid w:val="554A20E9"/>
    <w:rsid w:val="557870FA"/>
    <w:rsid w:val="55995AB3"/>
    <w:rsid w:val="55C64F66"/>
    <w:rsid w:val="56627E15"/>
    <w:rsid w:val="56AD5625"/>
    <w:rsid w:val="570E56C5"/>
    <w:rsid w:val="573C54F1"/>
    <w:rsid w:val="574C57C8"/>
    <w:rsid w:val="576A1E33"/>
    <w:rsid w:val="57C132A2"/>
    <w:rsid w:val="5806079B"/>
    <w:rsid w:val="58950ABB"/>
    <w:rsid w:val="589866CF"/>
    <w:rsid w:val="599277C3"/>
    <w:rsid w:val="5A2A4227"/>
    <w:rsid w:val="5AA62DB3"/>
    <w:rsid w:val="5AC713FB"/>
    <w:rsid w:val="5B432BC8"/>
    <w:rsid w:val="5B6F1D96"/>
    <w:rsid w:val="5B85225B"/>
    <w:rsid w:val="5C1F2A30"/>
    <w:rsid w:val="5C85252C"/>
    <w:rsid w:val="5D083CFE"/>
    <w:rsid w:val="5D702D2F"/>
    <w:rsid w:val="5D704938"/>
    <w:rsid w:val="5DDC633D"/>
    <w:rsid w:val="5E7B4EF6"/>
    <w:rsid w:val="5ECD2B85"/>
    <w:rsid w:val="5EFC502C"/>
    <w:rsid w:val="5F0C2FE1"/>
    <w:rsid w:val="5F5D54D9"/>
    <w:rsid w:val="5F6F058E"/>
    <w:rsid w:val="5F997E3D"/>
    <w:rsid w:val="5FC472F4"/>
    <w:rsid w:val="60566582"/>
    <w:rsid w:val="609332C8"/>
    <w:rsid w:val="60B456EE"/>
    <w:rsid w:val="61983092"/>
    <w:rsid w:val="622B22A2"/>
    <w:rsid w:val="628F105C"/>
    <w:rsid w:val="62A32A25"/>
    <w:rsid w:val="62B61917"/>
    <w:rsid w:val="632E338F"/>
    <w:rsid w:val="6334066C"/>
    <w:rsid w:val="633C1989"/>
    <w:rsid w:val="647D17EF"/>
    <w:rsid w:val="64DC4D3B"/>
    <w:rsid w:val="64E67B9D"/>
    <w:rsid w:val="65591F33"/>
    <w:rsid w:val="65675C4B"/>
    <w:rsid w:val="661B0CDB"/>
    <w:rsid w:val="66F4785E"/>
    <w:rsid w:val="676B71AA"/>
    <w:rsid w:val="680A026F"/>
    <w:rsid w:val="68952797"/>
    <w:rsid w:val="68C23534"/>
    <w:rsid w:val="68C65186"/>
    <w:rsid w:val="68D64461"/>
    <w:rsid w:val="69AD07A2"/>
    <w:rsid w:val="6A2E625C"/>
    <w:rsid w:val="6A3025F9"/>
    <w:rsid w:val="6B583472"/>
    <w:rsid w:val="6B8C1219"/>
    <w:rsid w:val="6CA31366"/>
    <w:rsid w:val="6CF7121F"/>
    <w:rsid w:val="6D265990"/>
    <w:rsid w:val="6D3F7311"/>
    <w:rsid w:val="6EAB1BC3"/>
    <w:rsid w:val="6FE85ABE"/>
    <w:rsid w:val="703D5C7F"/>
    <w:rsid w:val="70852CDD"/>
    <w:rsid w:val="708E3C22"/>
    <w:rsid w:val="71AE6088"/>
    <w:rsid w:val="728E4C1F"/>
    <w:rsid w:val="738E2A53"/>
    <w:rsid w:val="739D2682"/>
    <w:rsid w:val="73BB04D4"/>
    <w:rsid w:val="74C63C14"/>
    <w:rsid w:val="751F5D9A"/>
    <w:rsid w:val="76B02E73"/>
    <w:rsid w:val="76C678ED"/>
    <w:rsid w:val="76E02E7E"/>
    <w:rsid w:val="7797326A"/>
    <w:rsid w:val="782832E0"/>
    <w:rsid w:val="784A4A60"/>
    <w:rsid w:val="785020B0"/>
    <w:rsid w:val="79023B14"/>
    <w:rsid w:val="792273A6"/>
    <w:rsid w:val="79730C57"/>
    <w:rsid w:val="79962C79"/>
    <w:rsid w:val="7A56694F"/>
    <w:rsid w:val="7A9B05E7"/>
    <w:rsid w:val="7B4870E0"/>
    <w:rsid w:val="7B5D7300"/>
    <w:rsid w:val="7B992EAF"/>
    <w:rsid w:val="7BCD6588"/>
    <w:rsid w:val="7C1D22CF"/>
    <w:rsid w:val="7C6E09B7"/>
    <w:rsid w:val="7C764A3B"/>
    <w:rsid w:val="7C845BB3"/>
    <w:rsid w:val="7D82233D"/>
    <w:rsid w:val="7DD7418D"/>
    <w:rsid w:val="7E127D28"/>
    <w:rsid w:val="7E223F90"/>
    <w:rsid w:val="7E383674"/>
    <w:rsid w:val="7E821D70"/>
    <w:rsid w:val="7EDA0CA5"/>
    <w:rsid w:val="7F0634C0"/>
    <w:rsid w:val="7F8D739D"/>
    <w:rsid w:val="7FA6094B"/>
    <w:rsid w:val="7FCC07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6"/>
      <w:szCs w:val="16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批注框文本 Char"/>
    <w:basedOn w:val="6"/>
    <w:link w:val="3"/>
    <w:semiHidden/>
    <w:qFormat/>
    <w:uiPriority w:val="99"/>
    <w:rPr>
      <w:kern w:val="2"/>
      <w:sz w:val="16"/>
      <w:szCs w:val="16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9135;&#32508;&#22788;\Desktop\&#31532;&#21313;&#19971;&#26399;\&#26412;&#27425;&#26816;&#39564;&#39033;&#3044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9062A3-B472-4F83-BB1B-DEE010F255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本次检验项目</Template>
  <Company>http://sdwm.org</Company>
  <Pages>5</Pages>
  <Words>356</Words>
  <Characters>2033</Characters>
  <Lines>16</Lines>
  <Paragraphs>4</Paragraphs>
  <TotalTime>14</TotalTime>
  <ScaleCrop>false</ScaleCrop>
  <LinksUpToDate>false</LinksUpToDate>
  <CharactersWithSpaces>2385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2017-04-24T08:33:00Z</dcterms:created>
  <dc:creator>食综处</dc:creator>
  <cp:lastModifiedBy>lenovo</cp:lastModifiedBy>
  <cp:lastPrinted>2018-11-19T01:12:34Z</cp:lastPrinted>
  <dcterms:modified xsi:type="dcterms:W3CDTF">2018-11-19T01:12:38Z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